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2750D" w14:textId="77777777" w:rsidR="002860B2" w:rsidRDefault="00000000">
      <w:pPr>
        <w:pStyle w:val="Standard"/>
        <w:rPr>
          <w:rFonts w:hint="eastAsia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46D82B30" wp14:editId="6DFDAE18">
            <wp:simplePos x="0" y="0"/>
            <wp:positionH relativeFrom="column">
              <wp:posOffset>-19083</wp:posOffset>
            </wp:positionH>
            <wp:positionV relativeFrom="paragraph">
              <wp:posOffset>166320</wp:posOffset>
            </wp:positionV>
            <wp:extent cx="1909440" cy="1306083"/>
            <wp:effectExtent l="0" t="0" r="0" b="8367"/>
            <wp:wrapSquare wrapText="bothSides"/>
            <wp:docPr id="1855640133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9440" cy="13060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71116084" w14:textId="77777777" w:rsidR="002860B2" w:rsidRDefault="002860B2">
      <w:pPr>
        <w:pStyle w:val="Standard"/>
        <w:rPr>
          <w:rFonts w:hint="eastAsia"/>
        </w:rPr>
      </w:pPr>
    </w:p>
    <w:p w14:paraId="42B09E44" w14:textId="77777777" w:rsidR="002860B2" w:rsidRDefault="002860B2">
      <w:pPr>
        <w:pStyle w:val="Standard"/>
        <w:rPr>
          <w:rFonts w:ascii="Times New Roman" w:hAnsi="Times New Roman"/>
        </w:rPr>
      </w:pPr>
    </w:p>
    <w:p w14:paraId="0CB4695A" w14:textId="77777777" w:rsidR="002860B2" w:rsidRDefault="002860B2">
      <w:pPr>
        <w:pStyle w:val="Standard"/>
        <w:rPr>
          <w:rFonts w:ascii="Times New Roman" w:hAnsi="Times New Roman"/>
        </w:rPr>
      </w:pPr>
    </w:p>
    <w:p w14:paraId="003A6296" w14:textId="77777777" w:rsidR="002860B2" w:rsidRDefault="002860B2">
      <w:pPr>
        <w:pStyle w:val="Standard"/>
        <w:rPr>
          <w:rFonts w:ascii="Times New Roman" w:hAnsi="Times New Roman"/>
        </w:rPr>
      </w:pPr>
    </w:p>
    <w:p w14:paraId="5AE4D381" w14:textId="77777777" w:rsidR="002860B2" w:rsidRDefault="002860B2">
      <w:pPr>
        <w:pStyle w:val="Standard"/>
        <w:rPr>
          <w:rFonts w:ascii="Times New Roman" w:hAnsi="Times New Roman"/>
        </w:rPr>
      </w:pPr>
    </w:p>
    <w:p w14:paraId="1792F2DB" w14:textId="77777777" w:rsidR="002860B2" w:rsidRDefault="002860B2">
      <w:pPr>
        <w:pStyle w:val="Standard"/>
        <w:rPr>
          <w:rFonts w:ascii="Times New Roman" w:hAnsi="Times New Roman"/>
        </w:rPr>
      </w:pPr>
    </w:p>
    <w:p w14:paraId="7B7B6823" w14:textId="77777777" w:rsidR="002860B2" w:rsidRDefault="002860B2">
      <w:pPr>
        <w:pStyle w:val="Standard"/>
        <w:rPr>
          <w:rFonts w:ascii="Times New Roman" w:hAnsi="Times New Roman"/>
        </w:rPr>
      </w:pPr>
    </w:p>
    <w:p w14:paraId="485709D7" w14:textId="77777777" w:rsidR="002860B2" w:rsidRDefault="002860B2">
      <w:pPr>
        <w:pStyle w:val="Standard"/>
        <w:rPr>
          <w:rFonts w:ascii="Times New Roman" w:hAnsi="Times New Roman"/>
        </w:rPr>
      </w:pPr>
    </w:p>
    <w:p w14:paraId="4E215226" w14:textId="77777777" w:rsidR="002860B2" w:rsidRDefault="00000000">
      <w:pPr>
        <w:pStyle w:val="Default"/>
      </w:pPr>
      <w:r>
        <w:t xml:space="preserve">Lp. </w:t>
      </w:r>
      <w:r>
        <w:rPr>
          <w:color w:val="auto"/>
          <w:sz w:val="23"/>
          <w:szCs w:val="23"/>
        </w:rPr>
        <w:t>Marje Muusikus</w:t>
      </w:r>
    </w:p>
    <w:p w14:paraId="6F595BDC" w14:textId="77777777" w:rsidR="002860B2" w:rsidRDefault="00000000">
      <w:pPr>
        <w:pStyle w:val="Standard"/>
        <w:rPr>
          <w:rFonts w:hint="eastAsia"/>
        </w:rPr>
      </w:pPr>
      <w:r>
        <w:rPr>
          <w:sz w:val="23"/>
          <w:szCs w:val="23"/>
          <w:lang w:val="fi-FI"/>
        </w:rPr>
        <w:t>Tel .</w:t>
      </w:r>
      <w:r>
        <w:rPr>
          <w:sz w:val="23"/>
          <w:szCs w:val="23"/>
        </w:rPr>
        <w:t xml:space="preserve">5253 622 </w:t>
      </w:r>
    </w:p>
    <w:p w14:paraId="522601E1" w14:textId="77777777" w:rsidR="002860B2" w:rsidRDefault="00000000">
      <w:pPr>
        <w:pStyle w:val="Standard"/>
        <w:rPr>
          <w:rFonts w:hint="eastAsia"/>
        </w:rPr>
      </w:pPr>
      <w:hyperlink r:id="rId7" w:history="1">
        <w:r>
          <w:rPr>
            <w:rStyle w:val="Hperlink"/>
            <w:sz w:val="23"/>
            <w:szCs w:val="23"/>
          </w:rPr>
          <w:t>marje.muusikus@terviseamet.ee</w:t>
        </w:r>
      </w:hyperlink>
    </w:p>
    <w:p w14:paraId="1722F16D" w14:textId="77777777" w:rsidR="002860B2" w:rsidRDefault="00000000">
      <w:pPr>
        <w:pStyle w:val="Standard"/>
        <w:rPr>
          <w:rFonts w:hint="eastAsia"/>
        </w:rPr>
      </w:pPr>
      <w:r>
        <w:rPr>
          <w:sz w:val="23"/>
          <w:szCs w:val="23"/>
        </w:rPr>
        <w:t>Terviseamet</w:t>
      </w:r>
    </w:p>
    <w:p w14:paraId="3294B086" w14:textId="77777777" w:rsidR="002860B2" w:rsidRDefault="002860B2">
      <w:pPr>
        <w:pStyle w:val="Standard"/>
        <w:rPr>
          <w:rFonts w:ascii="Times New Roman" w:hAnsi="Times New Roman"/>
        </w:rPr>
      </w:pPr>
    </w:p>
    <w:p w14:paraId="0D44DAED" w14:textId="77777777" w:rsidR="002860B2" w:rsidRDefault="002860B2">
      <w:pPr>
        <w:pStyle w:val="Standard"/>
        <w:rPr>
          <w:rFonts w:ascii="Times New Roman" w:hAnsi="Times New Roman"/>
        </w:rPr>
      </w:pPr>
    </w:p>
    <w:p w14:paraId="258F6C33" w14:textId="52E79A7D" w:rsidR="002860B2" w:rsidRDefault="00000000">
      <w:pPr>
        <w:pStyle w:val="Standard"/>
        <w:rPr>
          <w:rFonts w:hint="eastAsia"/>
        </w:rPr>
      </w:pPr>
      <w:r>
        <w:rPr>
          <w:rFonts w:ascii="Times New Roman" w:hAnsi="Times New Roman"/>
        </w:rPr>
        <w:t>Avaldus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743BE">
        <w:rPr>
          <w:rFonts w:ascii="Times New Roman" w:hAnsi="Times New Roman"/>
        </w:rPr>
        <w:t>02.01.2025</w:t>
      </w:r>
    </w:p>
    <w:p w14:paraId="0A36998D" w14:textId="77777777" w:rsidR="002860B2" w:rsidRDefault="002860B2">
      <w:pPr>
        <w:pStyle w:val="Standard"/>
        <w:rPr>
          <w:rFonts w:ascii="Times New Roman" w:hAnsi="Times New Roman"/>
        </w:rPr>
      </w:pPr>
    </w:p>
    <w:p w14:paraId="6BAD7276" w14:textId="77777777" w:rsidR="002860B2" w:rsidRDefault="002860B2">
      <w:pPr>
        <w:pStyle w:val="Standard"/>
        <w:rPr>
          <w:rFonts w:ascii="Times New Roman" w:hAnsi="Times New Roman"/>
        </w:rPr>
      </w:pPr>
    </w:p>
    <w:p w14:paraId="780D1A91" w14:textId="130F7A1B" w:rsidR="002860B2" w:rsidRDefault="00000000">
      <w:pPr>
        <w:pStyle w:val="Standard"/>
        <w:rPr>
          <w:rFonts w:hint="eastAsia"/>
        </w:rPr>
      </w:pPr>
      <w:r>
        <w:rPr>
          <w:rFonts w:cs="TimesNewRoman, 'Times New Roman"/>
          <w:lang w:eastAsia="en-US"/>
        </w:rPr>
        <w:t>MTÜ Virumaa Tugiteenused (</w:t>
      </w:r>
      <w:proofErr w:type="spellStart"/>
      <w:r>
        <w:rPr>
          <w:rFonts w:cs="TimesNewRoman, 'Times New Roman"/>
          <w:lang w:eastAsia="en-US"/>
        </w:rPr>
        <w:t>reg</w:t>
      </w:r>
      <w:proofErr w:type="spellEnd"/>
      <w:r>
        <w:rPr>
          <w:rFonts w:cs="TimesNewRoman, 'Times New Roman"/>
          <w:lang w:eastAsia="en-US"/>
        </w:rPr>
        <w:t xml:space="preserve"> 80245721) soovib </w:t>
      </w:r>
      <w:r w:rsidR="00E743BE">
        <w:rPr>
          <w:rFonts w:cs="TimesNewRoman, 'Times New Roman"/>
          <w:lang w:eastAsia="en-US"/>
        </w:rPr>
        <w:t xml:space="preserve">jätkata pakkumist erihoolekandeteenust </w:t>
      </w:r>
      <w:proofErr w:type="spellStart"/>
      <w:r w:rsidR="00E743BE">
        <w:rPr>
          <w:rFonts w:cs="TimesNewRoman, 'Times New Roman"/>
          <w:lang w:eastAsia="en-US"/>
        </w:rPr>
        <w:t>päeva-ja</w:t>
      </w:r>
      <w:proofErr w:type="spellEnd"/>
      <w:r w:rsidR="00E743BE">
        <w:rPr>
          <w:rFonts w:cs="TimesNewRoman, 'Times New Roman"/>
          <w:lang w:eastAsia="en-US"/>
        </w:rPr>
        <w:t xml:space="preserve"> nädalahoiuteenust</w:t>
      </w:r>
      <w:r>
        <w:rPr>
          <w:rFonts w:cs="TimesNewRoman, 'Times New Roman"/>
          <w:lang w:eastAsia="en-US"/>
        </w:rPr>
        <w:t>, asukohaga Õuna 15 Tapa,</w:t>
      </w:r>
      <w:r>
        <w:rPr>
          <w:rFonts w:cs="TimesNewRoman, ''Times New Roma"/>
          <w:lang w:eastAsia="en-US"/>
        </w:rPr>
        <w:t xml:space="preserve"> Lääne-Virumaa.</w:t>
      </w:r>
    </w:p>
    <w:p w14:paraId="29C116B3" w14:textId="77777777" w:rsidR="002860B2" w:rsidRDefault="002860B2">
      <w:pPr>
        <w:pStyle w:val="Standard"/>
        <w:rPr>
          <w:rFonts w:ascii="Times New Roman" w:hAnsi="Times New Roman" w:cs="TimesNewRoman, 'Times New Roman"/>
          <w:lang w:eastAsia="en-US"/>
        </w:rPr>
      </w:pPr>
    </w:p>
    <w:p w14:paraId="6F90ABC3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Palun terviseameti poolset hinnangut ülalnimetatud ruumidele, mis on vajalik esitamiseks Sotsiaalkindlustusametile.</w:t>
      </w:r>
    </w:p>
    <w:p w14:paraId="1C1A56C5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397F9204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Lisana edastame valgusmõõtmise akti antud ruumidele.</w:t>
      </w:r>
    </w:p>
    <w:p w14:paraId="6E11841C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31060C27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Lugupidamisega</w:t>
      </w:r>
    </w:p>
    <w:p w14:paraId="500CEFE3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1B5BA864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Ene Augasmägi</w:t>
      </w:r>
    </w:p>
    <w:p w14:paraId="2657BE66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Juhatuse liige</w:t>
      </w:r>
    </w:p>
    <w:p w14:paraId="0F302021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MTÜ Virumaa Tugiteenused</w:t>
      </w:r>
    </w:p>
    <w:p w14:paraId="444D59FF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66825477" w14:textId="77777777" w:rsidR="002860B2" w:rsidRDefault="00000000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  <w:r>
        <w:rPr>
          <w:rFonts w:ascii="TimesNewRoman, 'Times New Roman" w:hAnsi="TimesNewRoman, 'Times New Roman" w:cs="TimesNewRoman, 'Times New Roman"/>
          <w:lang w:eastAsia="en-US"/>
        </w:rPr>
        <w:t>tel. 55980670</w:t>
      </w:r>
    </w:p>
    <w:p w14:paraId="30EF485A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66B7667B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24E368F5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p w14:paraId="433E448A" w14:textId="77777777" w:rsidR="002860B2" w:rsidRDefault="002860B2">
      <w:pPr>
        <w:pStyle w:val="Standard"/>
        <w:rPr>
          <w:rFonts w:ascii="TimesNewRoman, 'Times New Roman" w:hAnsi="TimesNewRoman, 'Times New Roman" w:cs="TimesNewRoman, 'Times New Roman" w:hint="eastAsia"/>
          <w:lang w:eastAsia="en-US"/>
        </w:rPr>
      </w:pPr>
    </w:p>
    <w:sectPr w:rsidR="002860B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DBA0E" w14:textId="77777777" w:rsidR="00B3006A" w:rsidRDefault="00B3006A">
      <w:pPr>
        <w:rPr>
          <w:rFonts w:hint="eastAsia"/>
        </w:rPr>
      </w:pPr>
      <w:r>
        <w:separator/>
      </w:r>
    </w:p>
  </w:endnote>
  <w:endnote w:type="continuationSeparator" w:id="0">
    <w:p w14:paraId="50AA1D39" w14:textId="77777777" w:rsidR="00B3006A" w:rsidRDefault="00B300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, 'Times New Roman">
    <w:altName w:val="Times New Roman"/>
    <w:charset w:val="00"/>
    <w:family w:val="roman"/>
    <w:pitch w:val="default"/>
  </w:font>
  <w:font w:name="TimesNewRoman, ''Times New Roma"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0FA94" w14:textId="77777777" w:rsidR="00B3006A" w:rsidRDefault="00B300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7480322" w14:textId="77777777" w:rsidR="00B3006A" w:rsidRDefault="00B3006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860B2"/>
    <w:rsid w:val="002860B2"/>
    <w:rsid w:val="00A652C0"/>
    <w:rsid w:val="00B3006A"/>
    <w:rsid w:val="00E7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47A4"/>
  <w15:docId w15:val="{0F3A3840-D70D-40FE-B6AF-F8AE2E08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oend">
    <w:name w:val="List"/>
    <w:basedOn w:val="Textbody"/>
    <w:pPr>
      <w:suppressAutoHyphens/>
    </w:pPr>
    <w:rPr>
      <w:rFonts w:cs="Tahoma"/>
    </w:rPr>
  </w:style>
  <w:style w:type="paragraph" w:styleId="Pealdis">
    <w:name w:val="caption"/>
    <w:basedOn w:val="Standard"/>
    <w:pPr>
      <w:suppressLineNumbers/>
      <w:suppressAutoHyphen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Times New Roman" w:hAnsi="Times New Roman" w:cs="Times New Roman"/>
      <w:color w:val="000000"/>
      <w:kern w:val="0"/>
      <w:lang w:bidi="ar-SA"/>
    </w:rPr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rje.muusikus@terviseame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501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Mtü Virumaa Tugiteenused</cp:lastModifiedBy>
  <cp:revision>2</cp:revision>
  <dcterms:created xsi:type="dcterms:W3CDTF">2025-01-02T03:24:00Z</dcterms:created>
  <dcterms:modified xsi:type="dcterms:W3CDTF">2025-01-02T03:24:00Z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